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2"/>
        <w:tblW w:w="0" w:type="auto"/>
        <w:tblLook w:val="01E0" w:firstRow="1" w:lastRow="1" w:firstColumn="1" w:lastColumn="1" w:noHBand="0" w:noVBand="0"/>
      </w:tblPr>
      <w:tblGrid>
        <w:gridCol w:w="1965"/>
        <w:gridCol w:w="7661"/>
        <w:gridCol w:w="13"/>
      </w:tblGrid>
      <w:tr w:rsidR="005E5DCD" w:rsidTr="00B35EFB">
        <w:trPr>
          <w:gridAfter w:val="1"/>
          <w:wAfter w:w="13" w:type="dxa"/>
        </w:trPr>
        <w:tc>
          <w:tcPr>
            <w:tcW w:w="1965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E5DCD" w:rsidRPr="009725AE" w:rsidRDefault="005E5DCD" w:rsidP="005E5DCD"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61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E5DCD" w:rsidRDefault="00FB37EB" w:rsidP="005E5DC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E5DCD" w:rsidRPr="00AD4CCC" w:rsidTr="00B35EFB">
        <w:trPr>
          <w:gridAfter w:val="1"/>
          <w:wAfter w:w="13" w:type="dxa"/>
        </w:trPr>
        <w:tc>
          <w:tcPr>
            <w:tcW w:w="1965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E5DCD" w:rsidRPr="00AD4CCC" w:rsidRDefault="005E5DCD" w:rsidP="005E5DCD">
            <w:pPr>
              <w:rPr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1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E5DCD" w:rsidRDefault="00FB37EB" w:rsidP="005E5DC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5E5DCD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5E5DCD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5E5DCD">
              <w:rPr>
                <w:rFonts w:ascii="Arial" w:hAnsi="Arial" w:cs="Arial"/>
                <w:sz w:val="18"/>
                <w:szCs w:val="18"/>
              </w:rPr>
              <w:t xml:space="preserve"> 86</w:t>
            </w:r>
          </w:p>
        </w:tc>
      </w:tr>
      <w:tr w:rsidR="005E5DCD" w:rsidRPr="00AD4CCC" w:rsidTr="00B35EFB">
        <w:trPr>
          <w:gridAfter w:val="1"/>
          <w:wAfter w:w="13" w:type="dxa"/>
        </w:trPr>
        <w:tc>
          <w:tcPr>
            <w:tcW w:w="1965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E5DCD" w:rsidRPr="00AD4CCC" w:rsidRDefault="005E5DCD" w:rsidP="005E5DC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1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E5DCD" w:rsidRDefault="00FB37EB" w:rsidP="005E5DC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E5DCD" w:rsidRPr="00AD4CCC" w:rsidTr="00B35EFB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E5DCD" w:rsidRPr="00AD4CCC" w:rsidRDefault="005E5DCD" w:rsidP="005E5DC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Scan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E5DCD" w:rsidRDefault="005E5DCD" w:rsidP="005E5DC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Wednesday, 1 July 2020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DCD" w:rsidRPr="00AD4CCC" w:rsidTr="00B35EFB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E5DCD" w:rsidRPr="00AD4CCC" w:rsidRDefault="005E5DCD" w:rsidP="005E5DC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E5DCD" w:rsidRDefault="00FB37EB" w:rsidP="005E5D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E5DCD" w:rsidRPr="00AD4CCC" w:rsidTr="00B35EFB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E5DCD" w:rsidRPr="00AD4CCC" w:rsidRDefault="005E5DCD" w:rsidP="005E5DC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E5DCD" w:rsidRDefault="005E5DCD" w:rsidP="005E5D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Referred as mixed art/venous ulcer to OPD and I have previously requested art scan. Ulcer is much better with stockings – please assess venous system when you get him along for art scan.   </w:t>
            </w:r>
          </w:p>
        </w:tc>
      </w:tr>
      <w:tr w:rsidR="00DA2BDB" w:rsidRPr="00AD4CCC" w:rsidTr="00B35EFB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6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B35EFB">
        <w:trPr>
          <w:gridAfter w:val="1"/>
          <w:wAfter w:w="13" w:type="dxa"/>
        </w:trPr>
        <w:tc>
          <w:tcPr>
            <w:tcW w:w="962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027D8" w:rsidP="00AD4CC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59055</wp:posOffset>
                      </wp:positionV>
                      <wp:extent cx="5637530" cy="5010785"/>
                      <wp:effectExtent l="14605" t="8890" r="5715" b="0"/>
                      <wp:wrapNone/>
                      <wp:docPr id="46" name="Group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47" name="Freeform 35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35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35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35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36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36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36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36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36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36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36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36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36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37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37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3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3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3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3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3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3FE011" id="Group 355" o:spid="_x0000_s1026" style="position:absolute;margin-left:14.2pt;margin-top:4.65pt;width:443.9pt;height:394.55pt;flip:x;z-index:251641344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">
                      <v:shape id="Freeform 356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357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358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359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360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361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362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363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364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365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366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367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368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369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370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371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372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373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374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375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376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377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DA2BDB" w:rsidRPr="00AD4CCC">
              <w:rPr>
                <w:rFonts w:ascii="Arial" w:hAnsi="Arial"/>
                <w:b/>
                <w:bCs/>
                <w:sz w:val="18"/>
                <w:szCs w:val="20"/>
              </w:rPr>
              <w:t>Right Lower Extremity Arterial Duplex</w:t>
            </w:r>
          </w:p>
        </w:tc>
      </w:tr>
      <w:tr w:rsidR="00DA2BDB" w:rsidRPr="00AD4CCC" w:rsidTr="00B35EFB">
        <w:trPr>
          <w:gridAfter w:val="1"/>
          <w:wAfter w:w="13" w:type="dxa"/>
          <w:trHeight w:val="7938"/>
        </w:trPr>
        <w:tc>
          <w:tcPr>
            <w:tcW w:w="962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027D8" w:rsidP="00AD4CC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3026410</wp:posOffset>
                      </wp:positionV>
                      <wp:extent cx="301625" cy="553085"/>
                      <wp:effectExtent l="18415" t="19050" r="13335" b="18415"/>
                      <wp:wrapNone/>
                      <wp:docPr id="45" name="Freeform 422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1625" cy="553085"/>
                              </a:xfrm>
                              <a:custGeom>
                                <a:avLst/>
                                <a:gdLst>
                                  <a:gd name="T0" fmla="*/ 398 w 475"/>
                                  <a:gd name="T1" fmla="*/ 0 h 871"/>
                                  <a:gd name="T2" fmla="*/ 475 w 475"/>
                                  <a:gd name="T3" fmla="*/ 24 h 871"/>
                                  <a:gd name="T4" fmla="*/ 206 w 475"/>
                                  <a:gd name="T5" fmla="*/ 487 h 871"/>
                                  <a:gd name="T6" fmla="*/ 84 w 475"/>
                                  <a:gd name="T7" fmla="*/ 871 h 871"/>
                                  <a:gd name="T8" fmla="*/ 0 w 475"/>
                                  <a:gd name="T9" fmla="*/ 861 h 871"/>
                                  <a:gd name="T10" fmla="*/ 94 w 475"/>
                                  <a:gd name="T11" fmla="*/ 590 h 871"/>
                                  <a:gd name="T12" fmla="*/ 398 w 475"/>
                                  <a:gd name="T13" fmla="*/ 0 h 8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75" h="871">
                                    <a:moveTo>
                                      <a:pt x="398" y="0"/>
                                    </a:moveTo>
                                    <a:lnTo>
                                      <a:pt x="475" y="24"/>
                                    </a:lnTo>
                                    <a:lnTo>
                                      <a:pt x="206" y="487"/>
                                    </a:lnTo>
                                    <a:lnTo>
                                      <a:pt x="84" y="871"/>
                                    </a:lnTo>
                                    <a:lnTo>
                                      <a:pt x="0" y="861"/>
                                    </a:lnTo>
                                    <a:lnTo>
                                      <a:pt x="94" y="590"/>
                                    </a:lnTo>
                                    <a:lnTo>
                                      <a:pt x="398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AA417" id="Freeform 422" o:spid="_x0000_s1026" alt="Granite" style="position:absolute;margin-left:134.5pt;margin-top:238.3pt;width:23.75pt;height:43.5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5,8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" path="m398,r77,24l206,487,84,871,,861,94,590,398,xe">
                      <v:fill r:id="rId7" o:title="Granite" recolor="t" type="tile"/>
                      <v:path arrowok="t" o:connecttype="custom" o:connectlocs="252730,0;301625,15240;130810,309245;53340,553085;0,546735;59690,374650;252730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2018665</wp:posOffset>
                      </wp:positionH>
                      <wp:positionV relativeFrom="paragraph">
                        <wp:posOffset>3020695</wp:posOffset>
                      </wp:positionV>
                      <wp:extent cx="41275" cy="12065"/>
                      <wp:effectExtent l="5080" t="13335" r="10795" b="12700"/>
                      <wp:wrapNone/>
                      <wp:docPr id="44" name="AutoShape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275" cy="12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9F2B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36" o:spid="_x0000_s1026" type="#_x0000_t32" style="position:absolute;margin-left:158.95pt;margin-top:237.85pt;width:3.25pt;height:.9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2011045</wp:posOffset>
                      </wp:positionH>
                      <wp:positionV relativeFrom="paragraph">
                        <wp:posOffset>3037205</wp:posOffset>
                      </wp:positionV>
                      <wp:extent cx="41275" cy="12065"/>
                      <wp:effectExtent l="6985" t="10795" r="8890" b="5715"/>
                      <wp:wrapNone/>
                      <wp:docPr id="43" name="AutoShape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275" cy="12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B3052" id="AutoShape 435" o:spid="_x0000_s1026" type="#_x0000_t32" style="position:absolute;margin-left:158.35pt;margin-top:239.15pt;width:3.25pt;height:.9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DTUOgIAAHw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2013585</wp:posOffset>
                      </wp:positionH>
                      <wp:positionV relativeFrom="paragraph">
                        <wp:posOffset>3028315</wp:posOffset>
                      </wp:positionV>
                      <wp:extent cx="41275" cy="12065"/>
                      <wp:effectExtent l="9525" t="11430" r="6350" b="5080"/>
                      <wp:wrapNone/>
                      <wp:docPr id="42" name="AutoShape 4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275" cy="12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C94E0" id="AutoShape 437" o:spid="_x0000_s1026" type="#_x0000_t32" style="position:absolute;margin-left:158.55pt;margin-top:238.45pt;width:3.25pt;height:.9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" strokecolor="white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1584325</wp:posOffset>
                      </wp:positionH>
                      <wp:positionV relativeFrom="paragraph">
                        <wp:posOffset>3702050</wp:posOffset>
                      </wp:positionV>
                      <wp:extent cx="95250" cy="374015"/>
                      <wp:effectExtent l="8890" t="27940" r="57785" b="7620"/>
                      <wp:wrapNone/>
                      <wp:docPr id="41" name="AutoShape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5250" cy="374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91B90" id="AutoShape 423" o:spid="_x0000_s1026" type="#_x0000_t32" style="position:absolute;margin-left:124.75pt;margin-top:291.5pt;width:7.5pt;height:29.45pt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" strokecolor="blue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4113530</wp:posOffset>
                      </wp:positionV>
                      <wp:extent cx="71120" cy="178435"/>
                      <wp:effectExtent l="58420" t="10795" r="13335" b="39370"/>
                      <wp:wrapNone/>
                      <wp:docPr id="40" name="AutoShape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1120" cy="1784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C12F1" id="AutoShape 434" o:spid="_x0000_s1026" type="#_x0000_t32" style="position:absolute;margin-left:118.15pt;margin-top:323.9pt;width:5.6pt;height:14.05pt;flip:x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" strokecolor="red">
                      <v:stroke endarrow="block"/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2860675</wp:posOffset>
                      </wp:positionV>
                      <wp:extent cx="561975" cy="241300"/>
                      <wp:effectExtent l="1270" t="5715" r="8255" b="635"/>
                      <wp:wrapNone/>
                      <wp:docPr id="39" name="Text Box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6027D8" w:rsidP="00210AA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B129/39</w:t>
                                  </w:r>
                                </w:p>
                                <w:p w:rsidR="006027D8" w:rsidRPr="006027D8" w:rsidRDefault="006027D8" w:rsidP="006027D8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50-74%</w:t>
                                  </w:r>
                                </w:p>
                                <w:p w:rsidR="006027D8" w:rsidRPr="004E4B01" w:rsidRDefault="006027D8" w:rsidP="00210A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95" o:spid="_x0000_s1026" type="#_x0000_t202" style="position:absolute;left:0;text-align:left;margin-left:59.65pt;margin-top:225.25pt;width:44.25pt;height:1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Default="006027D8" w:rsidP="00210AA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B129/39</w:t>
                            </w:r>
                          </w:p>
                          <w:p w:rsidR="006027D8" w:rsidRPr="006027D8" w:rsidRDefault="006027D8" w:rsidP="006027D8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50-74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%</w:t>
                            </w:r>
                          </w:p>
                          <w:p w:rsidR="006027D8" w:rsidRPr="004E4B01" w:rsidRDefault="006027D8" w:rsidP="00210AA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3287395</wp:posOffset>
                      </wp:positionV>
                      <wp:extent cx="561975" cy="264160"/>
                      <wp:effectExtent l="1270" t="3810" r="8255" b="8255"/>
                      <wp:wrapNone/>
                      <wp:docPr id="38" name="Text Box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264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027D8" w:rsidRDefault="006027D8" w:rsidP="004A633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M46/22</w:t>
                                  </w:r>
                                </w:p>
                                <w:p w:rsidR="004A6334" w:rsidRPr="004A6334" w:rsidRDefault="004A6334" w:rsidP="004A633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4A633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50-74%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1" o:spid="_x0000_s1027" type="#_x0000_t202" style="position:absolute;left:0;text-align:left;margin-left:50.65pt;margin-top:258.85pt;width:44.25pt;height:20.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027D8" w:rsidRDefault="006027D8" w:rsidP="004A633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M46/22</w:t>
                            </w:r>
                          </w:p>
                          <w:p w:rsidR="004A6334" w:rsidRPr="004A6334" w:rsidRDefault="004A6334" w:rsidP="004A6334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A6334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50-74%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2386965</wp:posOffset>
                      </wp:positionH>
                      <wp:positionV relativeFrom="paragraph">
                        <wp:posOffset>3176270</wp:posOffset>
                      </wp:positionV>
                      <wp:extent cx="443230" cy="251460"/>
                      <wp:effectExtent l="1905" t="6985" r="2540" b="8255"/>
                      <wp:wrapNone/>
                      <wp:docPr id="37" name="Text Box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323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6027D8" w:rsidP="00210AA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B286/66</w:t>
                                  </w:r>
                                </w:p>
                                <w:p w:rsidR="006027D8" w:rsidRPr="006027D8" w:rsidRDefault="006027D8" w:rsidP="00210AA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75-99%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6" o:spid="_x0000_s1028" type="#_x0000_t202" style="position:absolute;left:0;text-align:left;margin-left:187.95pt;margin-top:250.1pt;width:34.9pt;height:19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PjoowIAAFMFAAAOAAAAZHJzL2Uyb0RvYy54bWysVG1v2yAQ/j5p/wHxPbWduE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Default="006027D8" w:rsidP="00210AA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B286/66</w:t>
                            </w:r>
                          </w:p>
                          <w:p w:rsidR="006027D8" w:rsidRPr="006027D8" w:rsidRDefault="006027D8" w:rsidP="00210AA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75-99%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1722120</wp:posOffset>
                      </wp:positionH>
                      <wp:positionV relativeFrom="paragraph">
                        <wp:posOffset>3248025</wp:posOffset>
                      </wp:positionV>
                      <wp:extent cx="647700" cy="0"/>
                      <wp:effectExtent l="13335" t="12065" r="5715" b="6985"/>
                      <wp:wrapNone/>
                      <wp:docPr id="36" name="Line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56128E" id="Line 42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6pt,255.75pt" to="186.6pt,2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1638300</wp:posOffset>
                      </wp:positionH>
                      <wp:positionV relativeFrom="paragraph">
                        <wp:posOffset>3163570</wp:posOffset>
                      </wp:positionV>
                      <wp:extent cx="64770" cy="137160"/>
                      <wp:effectExtent l="24765" t="32385" r="15240" b="40005"/>
                      <wp:wrapNone/>
                      <wp:docPr id="35" name="Freeform 43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770" cy="137160"/>
                              </a:xfrm>
                              <a:custGeom>
                                <a:avLst/>
                                <a:gdLst>
                                  <a:gd name="T0" fmla="*/ 102 w 102"/>
                                  <a:gd name="T1" fmla="*/ 0 h 216"/>
                                  <a:gd name="T2" fmla="*/ 90 w 102"/>
                                  <a:gd name="T3" fmla="*/ 114 h 216"/>
                                  <a:gd name="T4" fmla="*/ 0 w 102"/>
                                  <a:gd name="T5" fmla="*/ 216 h 216"/>
                                  <a:gd name="T6" fmla="*/ 102 w 102"/>
                                  <a:gd name="T7" fmla="*/ 0 h 2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02" h="216">
                                    <a:moveTo>
                                      <a:pt x="102" y="0"/>
                                    </a:moveTo>
                                    <a:lnTo>
                                      <a:pt x="90" y="114"/>
                                    </a:lnTo>
                                    <a:lnTo>
                                      <a:pt x="0" y="216"/>
                                    </a:lnTo>
                                    <a:lnTo>
                                      <a:pt x="102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D22B8" id="Freeform 433" o:spid="_x0000_s1026" alt="Granite" style="position:absolute;margin-left:129pt;margin-top:249.1pt;width:5.1pt;height:10.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2,2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" path="m102,l90,114,,216,102,xe">
                      <v:fill r:id="rId7" o:title="Granite" recolor="t" type="tile"/>
                      <v:path arrowok="t" o:connecttype="custom" o:connectlocs="64770,0;57150,72390;0,137160;64770,0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3364230</wp:posOffset>
                      </wp:positionV>
                      <wp:extent cx="257175" cy="0"/>
                      <wp:effectExtent l="11430" t="13970" r="7620" b="5080"/>
                      <wp:wrapNone/>
                      <wp:docPr id="34" name="Line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BB9879" id="Line 432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2pt,264.9pt" to="114.45pt,2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1459230</wp:posOffset>
                      </wp:positionH>
                      <wp:positionV relativeFrom="paragraph">
                        <wp:posOffset>3293110</wp:posOffset>
                      </wp:positionV>
                      <wp:extent cx="41910" cy="121920"/>
                      <wp:effectExtent l="17145" t="38100" r="17145" b="30480"/>
                      <wp:wrapNone/>
                      <wp:docPr id="33" name="Freeform 43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910" cy="121920"/>
                              </a:xfrm>
                              <a:custGeom>
                                <a:avLst/>
                                <a:gdLst>
                                  <a:gd name="T0" fmla="*/ 54 w 66"/>
                                  <a:gd name="T1" fmla="*/ 0 h 192"/>
                                  <a:gd name="T2" fmla="*/ 66 w 66"/>
                                  <a:gd name="T3" fmla="*/ 108 h 192"/>
                                  <a:gd name="T4" fmla="*/ 0 w 66"/>
                                  <a:gd name="T5" fmla="*/ 192 h 192"/>
                                  <a:gd name="T6" fmla="*/ 54 w 66"/>
                                  <a:gd name="T7" fmla="*/ 0 h 1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6" h="192">
                                    <a:moveTo>
                                      <a:pt x="54" y="0"/>
                                    </a:moveTo>
                                    <a:lnTo>
                                      <a:pt x="66" y="108"/>
                                    </a:lnTo>
                                    <a:lnTo>
                                      <a:pt x="0" y="192"/>
                                    </a:lnTo>
                                    <a:lnTo>
                                      <a:pt x="54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A878E" id="Freeform 430" o:spid="_x0000_s1026" alt="Granite" style="position:absolute;margin-left:114.9pt;margin-top:259.3pt;width:3.3pt;height:9.6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,1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" path="m54,l66,108,,192,54,xe">
                      <v:fill r:id="rId7" o:title="Granite" recolor="t" type="tile"/>
                      <v:path arrowok="t" o:connecttype="custom" o:connectlocs="34290,0;41910,68580;0,121920;34290,0" o:connectangles="0,0,0,0"/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1310640</wp:posOffset>
                      </wp:positionH>
                      <wp:positionV relativeFrom="paragraph">
                        <wp:posOffset>2937510</wp:posOffset>
                      </wp:positionV>
                      <wp:extent cx="257175" cy="0"/>
                      <wp:effectExtent l="11430" t="6350" r="7620" b="12700"/>
                      <wp:wrapNone/>
                      <wp:docPr id="32" name="Lin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0B7439" id="Line 419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2pt,231.3pt" to="123.45pt,2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ypH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2860675</wp:posOffset>
                      </wp:positionV>
                      <wp:extent cx="38735" cy="133985"/>
                      <wp:effectExtent l="17780" t="43815" r="10160" b="31750"/>
                      <wp:wrapNone/>
                      <wp:docPr id="31" name="Freeform 42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735" cy="133985"/>
                              </a:xfrm>
                              <a:custGeom>
                                <a:avLst/>
                                <a:gdLst>
                                  <a:gd name="T0" fmla="*/ 54 w 61"/>
                                  <a:gd name="T1" fmla="*/ 0 h 211"/>
                                  <a:gd name="T2" fmla="*/ 61 w 61"/>
                                  <a:gd name="T3" fmla="*/ 114 h 211"/>
                                  <a:gd name="T4" fmla="*/ 40 w 61"/>
                                  <a:gd name="T5" fmla="*/ 157 h 211"/>
                                  <a:gd name="T6" fmla="*/ 0 w 61"/>
                                  <a:gd name="T7" fmla="*/ 211 h 211"/>
                                  <a:gd name="T8" fmla="*/ 54 w 61"/>
                                  <a:gd name="T9" fmla="*/ 0 h 2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1" h="211">
                                    <a:moveTo>
                                      <a:pt x="54" y="0"/>
                                    </a:moveTo>
                                    <a:lnTo>
                                      <a:pt x="61" y="114"/>
                                    </a:lnTo>
                                    <a:lnTo>
                                      <a:pt x="40" y="157"/>
                                    </a:lnTo>
                                    <a:lnTo>
                                      <a:pt x="0" y="211"/>
                                    </a:lnTo>
                                    <a:lnTo>
                                      <a:pt x="54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2E3FA7" id="Freeform 429" o:spid="_x0000_s1026" alt="Granite" style="position:absolute;margin-left:123.2pt;margin-top:225.25pt;width:3.05pt;height:10.5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,2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" path="m54,r7,114l40,157,,211,54,xe">
                      <v:fill r:id="rId7" o:title="Granite" recolor="t" type="tile"/>
                      <v:path arrowok="t" o:connecttype="custom" o:connectlocs="34290,0;38735,72390;25400,99695;0,133985;34290,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4101465</wp:posOffset>
                      </wp:positionV>
                      <wp:extent cx="41275" cy="12065"/>
                      <wp:effectExtent l="5715" t="8255" r="10160" b="8255"/>
                      <wp:wrapNone/>
                      <wp:docPr id="30" name="AutoShape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275" cy="12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301E5E" id="AutoShape 428" o:spid="_x0000_s1026" type="#_x0000_t32" style="position:absolute;margin-left:125.25pt;margin-top:322.95pt;width:3.25pt;height:.9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" strokecolor="white [3212]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4110355</wp:posOffset>
                      </wp:positionV>
                      <wp:extent cx="41275" cy="12065"/>
                      <wp:effectExtent l="12700" t="7620" r="12700" b="8890"/>
                      <wp:wrapNone/>
                      <wp:docPr id="29" name="AutoShape 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275" cy="12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BE9DE" id="AutoShape 426" o:spid="_x0000_s1026" type="#_x0000_t32" style="position:absolute;margin-left:125.05pt;margin-top:323.65pt;width:3.25pt;height:.9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4093845</wp:posOffset>
                      </wp:positionV>
                      <wp:extent cx="41275" cy="12065"/>
                      <wp:effectExtent l="10795" t="10160" r="5080" b="6350"/>
                      <wp:wrapNone/>
                      <wp:docPr id="28" name="AutoShape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275" cy="12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F1159" id="AutoShape 427" o:spid="_x0000_s1026" type="#_x0000_t32" style="position:absolute;margin-left:125.65pt;margin-top:322.35pt;width:3.25pt;height:.9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4499610</wp:posOffset>
                      </wp:positionH>
                      <wp:positionV relativeFrom="paragraph">
                        <wp:posOffset>4281805</wp:posOffset>
                      </wp:positionV>
                      <wp:extent cx="1584960" cy="687705"/>
                      <wp:effectExtent l="0" t="0" r="0" b="0"/>
                      <wp:wrapNone/>
                      <wp:docPr id="27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687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DA2BDB" w:rsidRPr="00C2328A" w:rsidRDefault="00DA2BDB" w:rsidP="00DA2BDB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DA2BDB" w:rsidRPr="00DA2BDB" w:rsidRDefault="00DA2BDB" w:rsidP="00DA2BD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3" o:spid="_x0000_s1029" type="#_x0000_t202" style="position:absolute;left:0;text-align:left;margin-left:354.3pt;margin-top:337.15pt;width:124.8pt;height:54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DA2BDB" w:rsidRPr="00C2328A" w:rsidRDefault="00DA2BDB" w:rsidP="00DA2BDB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DA2BDB" w:rsidRPr="00DA2BDB" w:rsidRDefault="00DA2BDB" w:rsidP="00DA2BDB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2112010</wp:posOffset>
                      </wp:positionH>
                      <wp:positionV relativeFrom="paragraph">
                        <wp:posOffset>2818765</wp:posOffset>
                      </wp:positionV>
                      <wp:extent cx="476250" cy="0"/>
                      <wp:effectExtent l="12700" t="11430" r="6350" b="7620"/>
                      <wp:wrapNone/>
                      <wp:docPr id="26" name="Lin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519CBA" id="Line 42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pt,221.95pt" to="203.8pt,2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iJ4FQIAACo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2536825</wp:posOffset>
                      </wp:positionH>
                      <wp:positionV relativeFrom="paragraph">
                        <wp:posOffset>2759075</wp:posOffset>
                      </wp:positionV>
                      <wp:extent cx="306070" cy="152400"/>
                      <wp:effectExtent l="8890" t="8890" r="8890" b="635"/>
                      <wp:wrapNone/>
                      <wp:docPr id="25" name="Text Box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027D8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" o:spid="_x0000_s1030" type="#_x0000_t202" style="position:absolute;left:0;text-align:left;margin-left:199.75pt;margin-top:217.25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027D8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5815965</wp:posOffset>
                      </wp:positionH>
                      <wp:positionV relativeFrom="paragraph">
                        <wp:posOffset>1070610</wp:posOffset>
                      </wp:positionV>
                      <wp:extent cx="306070" cy="152400"/>
                      <wp:effectExtent l="1905" t="6350" r="6350" b="3175"/>
                      <wp:wrapNone/>
                      <wp:docPr id="24" name="Text Box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6027D8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T129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8" o:spid="_x0000_s1031" type="#_x0000_t202" style="position:absolute;left:0;text-align:left;margin-left:457.95pt;margin-top:84.3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6027D8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5787390</wp:posOffset>
                      </wp:positionH>
                      <wp:positionV relativeFrom="paragraph">
                        <wp:posOffset>651510</wp:posOffset>
                      </wp:positionV>
                      <wp:extent cx="306070" cy="152400"/>
                      <wp:effectExtent l="1905" t="6350" r="6350" b="3175"/>
                      <wp:wrapNone/>
                      <wp:docPr id="23" name="Text Box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6027D8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T132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7" o:spid="_x0000_s1032" type="#_x0000_t202" style="position:absolute;left:0;text-align:left;margin-left:455.7pt;margin-top:51.3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6027D8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T132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2219960</wp:posOffset>
                      </wp:positionV>
                      <wp:extent cx="306070" cy="152400"/>
                      <wp:effectExtent l="2540" t="3175" r="5715" b="6350"/>
                      <wp:wrapNone/>
                      <wp:docPr id="22" name="Text Box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027D8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3" o:spid="_x0000_s1033" type="#_x0000_t202" style="position:absolute;left:0;text-align:left;margin-left:171.5pt;margin-top:174.8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z7boQ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027D8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1758950</wp:posOffset>
                      </wp:positionH>
                      <wp:positionV relativeFrom="paragraph">
                        <wp:posOffset>2019935</wp:posOffset>
                      </wp:positionV>
                      <wp:extent cx="306070" cy="152400"/>
                      <wp:effectExtent l="2540" t="3175" r="5715" b="6350"/>
                      <wp:wrapNone/>
                      <wp:docPr id="21" name="Text Box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027D8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T54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4" o:spid="_x0000_s1034" type="#_x0000_t202" style="position:absolute;left:0;text-align:left;margin-left:138.5pt;margin-top:159.05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027D8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T54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1719580</wp:posOffset>
                      </wp:positionV>
                      <wp:extent cx="306070" cy="152400"/>
                      <wp:effectExtent l="5715" t="7620" r="2540" b="1905"/>
                      <wp:wrapNone/>
                      <wp:docPr id="20" name="Text Box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027D8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" o:spid="_x0000_s1035" type="#_x0000_t202" style="position:absolute;left:0;text-align:left;margin-left:156.75pt;margin-top:135.4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027D8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2256155</wp:posOffset>
                      </wp:positionH>
                      <wp:positionV relativeFrom="paragraph">
                        <wp:posOffset>1493520</wp:posOffset>
                      </wp:positionV>
                      <wp:extent cx="306070" cy="152400"/>
                      <wp:effectExtent l="4445" t="635" r="3810" b="8890"/>
                      <wp:wrapNone/>
                      <wp:docPr id="19" name="Text Box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027D8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" o:spid="_x0000_s1036" type="#_x0000_t202" style="position:absolute;left:0;text-align:left;margin-left:177.65pt;margin-top:117.6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WAooQIAAFM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027D8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1301750</wp:posOffset>
                      </wp:positionV>
                      <wp:extent cx="306070" cy="152400"/>
                      <wp:effectExtent l="7620" t="8890" r="635" b="635"/>
                      <wp:wrapNone/>
                      <wp:docPr id="18" name="Text Box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027D8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4" o:spid="_x0000_s1037" type="#_x0000_t202" style="position:absolute;left:0;text-align:left;margin-left:202.65pt;margin-top:102.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euDoA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027D8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2941955</wp:posOffset>
                      </wp:positionH>
                      <wp:positionV relativeFrom="paragraph">
                        <wp:posOffset>1122045</wp:posOffset>
                      </wp:positionV>
                      <wp:extent cx="306070" cy="152400"/>
                      <wp:effectExtent l="4445" t="635" r="3810" b="8890"/>
                      <wp:wrapNone/>
                      <wp:docPr id="17" name="Text Box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027D8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1" o:spid="_x0000_s1038" type="#_x0000_t202" style="position:absolute;left:0;text-align:left;margin-left:231.65pt;margin-top:88.3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WiJnw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027D8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3282315</wp:posOffset>
                      </wp:positionH>
                      <wp:positionV relativeFrom="paragraph">
                        <wp:posOffset>962025</wp:posOffset>
                      </wp:positionV>
                      <wp:extent cx="306070" cy="152400"/>
                      <wp:effectExtent l="1905" t="2540" r="6350" b="6985"/>
                      <wp:wrapNone/>
                      <wp:docPr id="16" name="Text Box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027D8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" o:spid="_x0000_s1039" type="#_x0000_t202" style="position:absolute;left:0;text-align:left;margin-left:258.45pt;margin-top:75.75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m7MoAIAAFQFAAAOAAAAZHJzL2Uyb0RvYy54bWysVG1v2yAQ/j5p/wHxPbWduE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027D8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3663315</wp:posOffset>
                      </wp:positionH>
                      <wp:positionV relativeFrom="paragraph">
                        <wp:posOffset>804545</wp:posOffset>
                      </wp:positionV>
                      <wp:extent cx="306070" cy="152400"/>
                      <wp:effectExtent l="1905" t="6985" r="6350" b="2540"/>
                      <wp:wrapNone/>
                      <wp:docPr id="15" name="Text Box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027D8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" o:spid="_x0000_s1040" type="#_x0000_t202" style="position:absolute;left:0;text-align:left;margin-left:288.45pt;margin-top:63.35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57inw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027D8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3903345</wp:posOffset>
                      </wp:positionH>
                      <wp:positionV relativeFrom="paragraph">
                        <wp:posOffset>1273810</wp:posOffset>
                      </wp:positionV>
                      <wp:extent cx="496570" cy="142875"/>
                      <wp:effectExtent l="3810" t="0" r="4445" b="0"/>
                      <wp:wrapNone/>
                      <wp:docPr id="14" name="Text Box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027D8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" o:spid="_x0000_s1041" type="#_x0000_t202" style="position:absolute;left:0;text-align:left;margin-left:307.35pt;margin-top:100.3pt;width:39.1pt;height:1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027D8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4078605</wp:posOffset>
                      </wp:positionH>
                      <wp:positionV relativeFrom="paragraph">
                        <wp:posOffset>656590</wp:posOffset>
                      </wp:positionV>
                      <wp:extent cx="306070" cy="152400"/>
                      <wp:effectExtent l="7620" t="1905" r="635" b="7620"/>
                      <wp:wrapNone/>
                      <wp:docPr id="13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027D8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T111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" o:spid="_x0000_s1042" type="#_x0000_t202" style="position:absolute;left:0;text-align:left;margin-left:321.15pt;margin-top:51.7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meooAIAAFQ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027D8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4514850</wp:posOffset>
                      </wp:positionH>
                      <wp:positionV relativeFrom="paragraph">
                        <wp:posOffset>497205</wp:posOffset>
                      </wp:positionV>
                      <wp:extent cx="306070" cy="152400"/>
                      <wp:effectExtent l="5715" t="4445" r="2540" b="5080"/>
                      <wp:wrapNone/>
                      <wp:docPr id="12" name="Text Box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027D8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T124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" o:spid="_x0000_s1043" type="#_x0000_t202" style="position:absolute;left:0;text-align:left;margin-left:355.5pt;margin-top:39.15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OcEoA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027D8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4985385</wp:posOffset>
                      </wp:positionH>
                      <wp:positionV relativeFrom="paragraph">
                        <wp:posOffset>339090</wp:posOffset>
                      </wp:positionV>
                      <wp:extent cx="306070" cy="152400"/>
                      <wp:effectExtent l="0" t="8255" r="8255" b="1270"/>
                      <wp:wrapNone/>
                      <wp:docPr id="11" name="Text Box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027D8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T129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" o:spid="_x0000_s1044" type="#_x0000_t202" style="position:absolute;left:0;text-align:left;margin-left:392.55pt;margin-top:26.7pt;width:24.1pt;height:1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+BoA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027D8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5204460</wp:posOffset>
                      </wp:positionH>
                      <wp:positionV relativeFrom="paragraph">
                        <wp:posOffset>17145</wp:posOffset>
                      </wp:positionV>
                      <wp:extent cx="306070" cy="152400"/>
                      <wp:effectExtent l="0" t="635" r="8255" b="8890"/>
                      <wp:wrapNone/>
                      <wp:docPr id="10" name="Text Box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6027D8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T134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6" o:spid="_x0000_s1045" type="#_x0000_t202" style="position:absolute;left:0;text-align:left;margin-left:409.8pt;margin-top:1.35pt;width:24.1pt;height:1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6027D8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T134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4017645</wp:posOffset>
                      </wp:positionH>
                      <wp:positionV relativeFrom="paragraph">
                        <wp:posOffset>1216025</wp:posOffset>
                      </wp:positionV>
                      <wp:extent cx="617220" cy="220980"/>
                      <wp:effectExtent l="3810" t="0" r="0" b="0"/>
                      <wp:wrapNone/>
                      <wp:docPr id="9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5" o:spid="_x0000_s1046" type="#_x0000_t202" style="position:absolute;left:0;text-align:left;margin-left:316.35pt;margin-top:95.75pt;width:48.6pt;height:17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1017905</wp:posOffset>
                      </wp:positionV>
                      <wp:extent cx="563880" cy="220980"/>
                      <wp:effectExtent l="1905" t="1270" r="0" b="0"/>
                      <wp:wrapNone/>
                      <wp:docPr id="8" name="Text Box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" o:spid="_x0000_s1047" type="#_x0000_t202" style="position:absolute;left:0;text-align:left;margin-left:355.95pt;margin-top:80.15pt;width:44.4pt;height:17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>
                            <w:pPr>
                              <w:jc w:val="right"/>
                            </w:pP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2BDB" w:rsidRPr="00AD4CCC" w:rsidTr="00B35EFB">
        <w:tc>
          <w:tcPr>
            <w:tcW w:w="1965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027D8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15240</wp:posOffset>
                      </wp:positionV>
                      <wp:extent cx="395605" cy="61595"/>
                      <wp:effectExtent l="11430" t="7620" r="12065" b="16510"/>
                      <wp:wrapNone/>
                      <wp:docPr id="7" name="Freeform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9B028" id="Freeform 379" o:spid="_x0000_s1026" style="position:absolute;margin-left:61.2pt;margin-top:1.2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7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6027D8" w:rsidP="00B35EFB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2502535</wp:posOffset>
                      </wp:positionH>
                      <wp:positionV relativeFrom="paragraph">
                        <wp:posOffset>7620</wp:posOffset>
                      </wp:positionV>
                      <wp:extent cx="395605" cy="61595"/>
                      <wp:effectExtent l="10160" t="9525" r="13335" b="14605"/>
                      <wp:wrapNone/>
                      <wp:docPr id="6" name="Freeform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133769" id="Freeform 381" o:spid="_x0000_s1026" style="position:absolute;margin-left:197.05pt;margin-top:.6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1736725</wp:posOffset>
                      </wp:positionH>
                      <wp:positionV relativeFrom="paragraph">
                        <wp:posOffset>12700</wp:posOffset>
                      </wp:positionV>
                      <wp:extent cx="395605" cy="61595"/>
                      <wp:effectExtent l="6350" t="5080" r="7620" b="9525"/>
                      <wp:wrapNone/>
                      <wp:docPr id="5" name="Freeform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941D49" id="Freeform 380" o:spid="_x0000_s1026" style="position:absolute;margin-left:136.75pt;margin-top:1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R1okAQAAJ8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608965</wp:posOffset>
                      </wp:positionH>
                      <wp:positionV relativeFrom="paragraph">
                        <wp:posOffset>3810</wp:posOffset>
                      </wp:positionV>
                      <wp:extent cx="395605" cy="61595"/>
                      <wp:effectExtent l="12065" t="5715" r="11430" b="18415"/>
                      <wp:wrapNone/>
                      <wp:docPr id="4" name="Freeform 37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06010" id="Freeform 378" o:spid="_x0000_s1026" alt="Granite" style="position:absolute;margin-left:47.95pt;margin-top:.3pt;width:31.15pt;height:4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3720465</wp:posOffset>
                      </wp:positionH>
                      <wp:positionV relativeFrom="paragraph">
                        <wp:posOffset>7620</wp:posOffset>
                      </wp:positionV>
                      <wp:extent cx="335280" cy="62865"/>
                      <wp:effectExtent l="18415" t="19050" r="27305" b="13335"/>
                      <wp:wrapNone/>
                      <wp:docPr id="3" name="Freeform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E6C3D" id="Freeform 382" o:spid="_x0000_s1026" style="position:absolute;margin-left:292.95pt;margin-top:.6pt;width:26.4pt;height:4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ltrBQQAADs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</w:t>
            </w:r>
            <w:proofErr w:type="spellStart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 Calcific                Smooth Surface                Irregular </w:t>
            </w:r>
          </w:p>
        </w:tc>
      </w:tr>
      <w:tr w:rsidR="00DA2BDB" w:rsidRPr="00AD4CCC" w:rsidTr="00B35EFB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82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A2BDB" w:rsidRPr="00AD4CCC" w:rsidTr="00B35EFB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Aortoiliac Segment: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027D8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Normal calibre Aorta. No significant arterial disease seen.</w:t>
            </w:r>
          </w:p>
        </w:tc>
      </w:tr>
      <w:tr w:rsidR="00DA2BDB" w:rsidRPr="00AD4CCC" w:rsidTr="00B35EFB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027D8" w:rsidP="006027D8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</w:t>
            </w:r>
          </w:p>
        </w:tc>
      </w:tr>
      <w:tr w:rsidR="00DA2BDB" w:rsidRPr="00AD4CCC" w:rsidTr="00B35EFB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Proximal Profunda Femoris: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027D8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at origin.</w:t>
            </w:r>
          </w:p>
        </w:tc>
      </w:tr>
      <w:tr w:rsidR="00DA2BDB" w:rsidRPr="00AD4CCC" w:rsidTr="00B35EFB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027D8" w:rsidP="006027D8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</w:t>
            </w:r>
          </w:p>
        </w:tc>
      </w:tr>
      <w:tr w:rsidR="00DA2BDB" w:rsidRPr="00AD4CCC" w:rsidTr="00B35EFB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6027D8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</w:t>
            </w:r>
          </w:p>
        </w:tc>
      </w:tr>
      <w:tr w:rsidR="00DA2BDB" w:rsidRPr="00AD4CCC" w:rsidTr="00B35EFB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Default="006027D8" w:rsidP="006027D8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Mid PTA occlusion, refilling distally. There are two focal 50-74% stenosis in the mid ATA and a</w:t>
            </w:r>
            <w:r w:rsidR="00F078E4">
              <w:rPr>
                <w:rFonts w:ascii="Arial" w:hAnsi="Arial"/>
                <w:bCs/>
                <w:sz w:val="18"/>
                <w:szCs w:val="18"/>
              </w:rPr>
              <w:t xml:space="preserve"> single</w:t>
            </w:r>
            <w:bookmarkStart w:id="0" w:name="_GoBack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 xml:space="preserve"> focal 75-99% stenosis in the mid Peroneal artery. </w:t>
            </w:r>
          </w:p>
          <w:p w:rsidR="006027D8" w:rsidRPr="00AD4CCC" w:rsidRDefault="006027D8" w:rsidP="006027D8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DA2BDB" w:rsidRPr="00AD4CCC" w:rsidTr="00B35EFB">
        <w:trPr>
          <w:gridAfter w:val="1"/>
          <w:wAfter w:w="13" w:type="dxa"/>
        </w:trPr>
        <w:tc>
          <w:tcPr>
            <w:tcW w:w="1965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AD4CCC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661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5E5DCD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485B7E" w:rsidRDefault="00694581">
      <w:pPr>
        <w:rPr>
          <w:rFonts w:ascii="Arial" w:hAnsi="Arial" w:cs="Arial"/>
          <w:sz w:val="18"/>
          <w:szCs w:val="18"/>
        </w:rPr>
      </w:pPr>
    </w:p>
    <w:sectPr w:rsidR="00694581" w:rsidRPr="00485B7E" w:rsidSect="000432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DCD" w:rsidRDefault="005E5DCD">
      <w:r>
        <w:separator/>
      </w:r>
    </w:p>
  </w:endnote>
  <w:endnote w:type="continuationSeparator" w:id="0">
    <w:p w:rsidR="005E5DCD" w:rsidRDefault="005E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05" w:rsidRDefault="007E0F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20" w:rsidRPr="009B78AC" w:rsidRDefault="00042420" w:rsidP="009B78AC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05" w:rsidRDefault="007E0F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DCD" w:rsidRDefault="005E5DCD">
      <w:r>
        <w:separator/>
      </w:r>
    </w:p>
  </w:footnote>
  <w:footnote w:type="continuationSeparator" w:id="0">
    <w:p w:rsidR="005E5DCD" w:rsidRDefault="005E5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05" w:rsidRDefault="007E0F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AB" w:rsidRDefault="006027D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4772025</wp:posOffset>
          </wp:positionH>
          <wp:positionV relativeFrom="paragraph">
            <wp:posOffset>-9525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05" w:rsidRDefault="007E0F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DCD"/>
    <w:rsid w:val="00042420"/>
    <w:rsid w:val="000432AB"/>
    <w:rsid w:val="00043F16"/>
    <w:rsid w:val="00082FF5"/>
    <w:rsid w:val="00086614"/>
    <w:rsid w:val="00091394"/>
    <w:rsid w:val="000A3239"/>
    <w:rsid w:val="00106CEB"/>
    <w:rsid w:val="00130125"/>
    <w:rsid w:val="00130D4E"/>
    <w:rsid w:val="0015111F"/>
    <w:rsid w:val="00183E5B"/>
    <w:rsid w:val="002027E7"/>
    <w:rsid w:val="00202BBA"/>
    <w:rsid w:val="0020510B"/>
    <w:rsid w:val="00210AA3"/>
    <w:rsid w:val="00216637"/>
    <w:rsid w:val="002523B4"/>
    <w:rsid w:val="00252DD3"/>
    <w:rsid w:val="00260635"/>
    <w:rsid w:val="002627E4"/>
    <w:rsid w:val="00267D9C"/>
    <w:rsid w:val="00274108"/>
    <w:rsid w:val="00282F69"/>
    <w:rsid w:val="002845F4"/>
    <w:rsid w:val="00292A06"/>
    <w:rsid w:val="002C2267"/>
    <w:rsid w:val="002D5608"/>
    <w:rsid w:val="002F29A9"/>
    <w:rsid w:val="002F6CBE"/>
    <w:rsid w:val="00301EB7"/>
    <w:rsid w:val="00317A10"/>
    <w:rsid w:val="00324B94"/>
    <w:rsid w:val="00332965"/>
    <w:rsid w:val="003512C1"/>
    <w:rsid w:val="00377319"/>
    <w:rsid w:val="00387E23"/>
    <w:rsid w:val="003A31C2"/>
    <w:rsid w:val="003B7DF9"/>
    <w:rsid w:val="00400424"/>
    <w:rsid w:val="00411DD4"/>
    <w:rsid w:val="0041713E"/>
    <w:rsid w:val="0043201F"/>
    <w:rsid w:val="004400FD"/>
    <w:rsid w:val="00443A11"/>
    <w:rsid w:val="00446D9E"/>
    <w:rsid w:val="004479C2"/>
    <w:rsid w:val="004638FD"/>
    <w:rsid w:val="00475D18"/>
    <w:rsid w:val="0048352E"/>
    <w:rsid w:val="00485B7E"/>
    <w:rsid w:val="004932D3"/>
    <w:rsid w:val="004934E7"/>
    <w:rsid w:val="00495E7E"/>
    <w:rsid w:val="004A5B9A"/>
    <w:rsid w:val="004A6334"/>
    <w:rsid w:val="004F7760"/>
    <w:rsid w:val="00557B5A"/>
    <w:rsid w:val="00563FE1"/>
    <w:rsid w:val="00572033"/>
    <w:rsid w:val="005812E7"/>
    <w:rsid w:val="005B625A"/>
    <w:rsid w:val="005E5BC0"/>
    <w:rsid w:val="005E5DCD"/>
    <w:rsid w:val="005F2B04"/>
    <w:rsid w:val="006027D8"/>
    <w:rsid w:val="0063591E"/>
    <w:rsid w:val="0064526C"/>
    <w:rsid w:val="006571CF"/>
    <w:rsid w:val="00687CAB"/>
    <w:rsid w:val="00694581"/>
    <w:rsid w:val="006A4D8E"/>
    <w:rsid w:val="00704284"/>
    <w:rsid w:val="00756F42"/>
    <w:rsid w:val="0077506E"/>
    <w:rsid w:val="00781E01"/>
    <w:rsid w:val="00784424"/>
    <w:rsid w:val="00796C22"/>
    <w:rsid w:val="007A7B01"/>
    <w:rsid w:val="007C096F"/>
    <w:rsid w:val="007D2F8F"/>
    <w:rsid w:val="007E0A39"/>
    <w:rsid w:val="007E0F05"/>
    <w:rsid w:val="007F000A"/>
    <w:rsid w:val="007F42AE"/>
    <w:rsid w:val="00845175"/>
    <w:rsid w:val="008527CA"/>
    <w:rsid w:val="00861785"/>
    <w:rsid w:val="008B349C"/>
    <w:rsid w:val="008B5D7F"/>
    <w:rsid w:val="008D344E"/>
    <w:rsid w:val="008D7812"/>
    <w:rsid w:val="008E427B"/>
    <w:rsid w:val="00911F56"/>
    <w:rsid w:val="0093355A"/>
    <w:rsid w:val="00937D9E"/>
    <w:rsid w:val="0094691B"/>
    <w:rsid w:val="009725AE"/>
    <w:rsid w:val="009764F6"/>
    <w:rsid w:val="009A10DE"/>
    <w:rsid w:val="009A34D2"/>
    <w:rsid w:val="009A5CA0"/>
    <w:rsid w:val="009B78AC"/>
    <w:rsid w:val="009C6954"/>
    <w:rsid w:val="009D2BAA"/>
    <w:rsid w:val="009F11ED"/>
    <w:rsid w:val="00A00D03"/>
    <w:rsid w:val="00A0184B"/>
    <w:rsid w:val="00A50BBC"/>
    <w:rsid w:val="00A5497F"/>
    <w:rsid w:val="00A7491A"/>
    <w:rsid w:val="00AA6449"/>
    <w:rsid w:val="00AA7A3D"/>
    <w:rsid w:val="00AC7F98"/>
    <w:rsid w:val="00AD4CCC"/>
    <w:rsid w:val="00AE30A1"/>
    <w:rsid w:val="00AF27D7"/>
    <w:rsid w:val="00AF65F1"/>
    <w:rsid w:val="00B03316"/>
    <w:rsid w:val="00B35EFB"/>
    <w:rsid w:val="00B46ED4"/>
    <w:rsid w:val="00B642B2"/>
    <w:rsid w:val="00B67AFA"/>
    <w:rsid w:val="00B93720"/>
    <w:rsid w:val="00BC1887"/>
    <w:rsid w:val="00C01F68"/>
    <w:rsid w:val="00C0220C"/>
    <w:rsid w:val="00C4581A"/>
    <w:rsid w:val="00C46C3E"/>
    <w:rsid w:val="00C47CD3"/>
    <w:rsid w:val="00C753A0"/>
    <w:rsid w:val="00C9350C"/>
    <w:rsid w:val="00CA6AD9"/>
    <w:rsid w:val="00CB0994"/>
    <w:rsid w:val="00CC6657"/>
    <w:rsid w:val="00CD1485"/>
    <w:rsid w:val="00CD7188"/>
    <w:rsid w:val="00CE0663"/>
    <w:rsid w:val="00CF4D99"/>
    <w:rsid w:val="00CF5D0F"/>
    <w:rsid w:val="00CF7A3E"/>
    <w:rsid w:val="00D34D9F"/>
    <w:rsid w:val="00D42CEC"/>
    <w:rsid w:val="00D605F8"/>
    <w:rsid w:val="00D662EE"/>
    <w:rsid w:val="00D7046F"/>
    <w:rsid w:val="00D8557F"/>
    <w:rsid w:val="00DA2BDB"/>
    <w:rsid w:val="00DD13FB"/>
    <w:rsid w:val="00E071B6"/>
    <w:rsid w:val="00E21EED"/>
    <w:rsid w:val="00E36F1E"/>
    <w:rsid w:val="00E609FE"/>
    <w:rsid w:val="00E64FCC"/>
    <w:rsid w:val="00E70784"/>
    <w:rsid w:val="00E75EB3"/>
    <w:rsid w:val="00E86176"/>
    <w:rsid w:val="00E96ADB"/>
    <w:rsid w:val="00EB390A"/>
    <w:rsid w:val="00ED6EC7"/>
    <w:rsid w:val="00EE4D5D"/>
    <w:rsid w:val="00F078E4"/>
    <w:rsid w:val="00F17B3B"/>
    <w:rsid w:val="00F212E8"/>
    <w:rsid w:val="00F27A7E"/>
    <w:rsid w:val="00FA61EE"/>
    <w:rsid w:val="00FB37EB"/>
    <w:rsid w:val="00FC3506"/>
    <w:rsid w:val="00FD5807"/>
    <w:rsid w:val="00FD5B46"/>
    <w:rsid w:val="00FE1BCB"/>
    <w:rsid w:val="00FE75A5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enu v:ext="edit" strokecolor="red"/>
    </o:shapedefaults>
    <o:shapelayout v:ext="edit">
      <o:idmap v:ext="edit" data="1"/>
    </o:shapelayout>
  </w:shapeDefaults>
  <w:decimalSymbol w:val="."/>
  <w:listSeparator w:val=","/>
  <w14:docId w14:val="1411F37F"/>
  <w15:chartTrackingRefBased/>
  <w15:docId w15:val="{57A801AE-2336-4FC1-885D-84AD39C70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6027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027D8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RIGHT%20SIDE\Arterial%20R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Rt LEA</Template>
  <TotalTime>29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4</cp:revision>
  <cp:lastPrinted>2020-07-01T10:37:00Z</cp:lastPrinted>
  <dcterms:created xsi:type="dcterms:W3CDTF">2020-08-12T08:14:00Z</dcterms:created>
  <dcterms:modified xsi:type="dcterms:W3CDTF">2020-08-14T08:39:00Z</dcterms:modified>
  <cp:category>Patient Report</cp:category>
</cp:coreProperties>
</file>